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C6765F" w:rsidRPr="006D5342" w14:paraId="0E33E6A3" w14:textId="77777777" w:rsidTr="006D5342">
        <w:trPr>
          <w:trHeight w:val="1837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1)</w:t>
            </w:r>
          </w:p>
        </w:tc>
        <w:tc>
          <w:tcPr>
            <w:tcW w:w="4677" w:type="dxa"/>
            <w:tcBorders>
              <w:left w:val="nil"/>
            </w:tcBorders>
          </w:tcPr>
          <w:p w14:paraId="543BE07C" w14:textId="0F59678D" w:rsidR="00105331" w:rsidRPr="006D5342" w:rsidRDefault="00FB07D0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 w:cs="Tahoma"/>
              </w:rPr>
              <w:t>Calculate</w:t>
            </w:r>
            <w:r w:rsidR="000A5111">
              <w:rPr>
                <w:rFonts w:ascii="Century Gothic" w:hAnsi="Century Gothic" w:cs="Tahom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7</m:t>
                  </m:r>
                </m:den>
              </m:f>
            </m:oMath>
            <w:r w:rsidR="00493D95">
              <w:rPr>
                <w:rFonts w:ascii="Century Gothic" w:eastAsiaTheme="minorEastAsia" w:hAnsi="Century Gothic" w:cs="Tahoma"/>
              </w:rPr>
              <w:t xml:space="preserve"> of 210</w:t>
            </w:r>
          </w:p>
        </w:tc>
        <w:tc>
          <w:tcPr>
            <w:tcW w:w="426" w:type="dxa"/>
            <w:tcBorders>
              <w:right w:val="nil"/>
            </w:tcBorders>
          </w:tcPr>
          <w:p w14:paraId="181FE9F0" w14:textId="77777777" w:rsidR="00C6765F" w:rsidRPr="006D5342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65D5DE92" w14:textId="2BA38190" w:rsidR="001A2B81" w:rsidRPr="001A2B81" w:rsidRDefault="001A2B81" w:rsidP="006D5342">
            <w:pPr>
              <w:spacing w:before="120" w:after="0"/>
              <w:rPr>
                <w:rFonts w:ascii="Century Gothic" w:hAnsi="Century Gothic" w:cs="Tahoma"/>
              </w:rPr>
            </w:pPr>
            <w:r w:rsidRPr="001A2B81">
              <w:rPr>
                <w:rFonts w:ascii="Century Gothic" w:hAnsi="Century Gothic" w:cs="Tahoma"/>
              </w:rPr>
              <w:t>A horse gallops 1</w:t>
            </w:r>
            <w:r w:rsidR="0099709D">
              <w:rPr>
                <w:rFonts w:ascii="Century Gothic" w:hAnsi="Century Gothic" w:cs="Tahoma"/>
              </w:rPr>
              <w:t>5</w:t>
            </w:r>
            <w:r w:rsidRPr="001A2B81">
              <w:rPr>
                <w:rFonts w:ascii="Century Gothic" w:hAnsi="Century Gothic" w:cs="Tahoma"/>
              </w:rPr>
              <w:t>0km in 3</w:t>
            </w:r>
            <w:r w:rsidR="0099709D">
              <w:rPr>
                <w:rFonts w:ascii="Century Gothic" w:hAnsi="Century Gothic" w:cs="Tahoma"/>
              </w:rPr>
              <w:t xml:space="preserve"> and a half</w:t>
            </w:r>
            <w:r w:rsidRPr="001A2B81">
              <w:rPr>
                <w:rFonts w:ascii="Century Gothic" w:hAnsi="Century Gothic" w:cs="Tahoma"/>
              </w:rPr>
              <w:t xml:space="preserve"> hours.  </w:t>
            </w:r>
          </w:p>
          <w:p w14:paraId="1B5E5D74" w14:textId="58C86FDD" w:rsidR="00C6765F" w:rsidRPr="006D5342" w:rsidRDefault="001A2B81" w:rsidP="006D5342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1A2B81">
              <w:rPr>
                <w:rFonts w:ascii="Century Gothic" w:hAnsi="Century Gothic" w:cs="Tahoma"/>
              </w:rPr>
              <w:t>What speed does it travel at</w:t>
            </w:r>
            <w:r w:rsidR="00574000" w:rsidRPr="001A2B81">
              <w:rPr>
                <w:rFonts w:ascii="Century Gothic" w:hAnsi="Century Gothic" w:cs="Tahoma"/>
              </w:rPr>
              <w:t>?</w:t>
            </w:r>
          </w:p>
        </w:tc>
      </w:tr>
      <w:tr w:rsidR="00C6765F" w:rsidRPr="006D5342" w14:paraId="02717925" w14:textId="77777777" w:rsidTr="006D5342">
        <w:trPr>
          <w:trHeight w:val="2102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7AFFEBD7" w14:textId="745F906C" w:rsidR="00125C71" w:rsidRPr="006D5342" w:rsidRDefault="00DE02E1" w:rsidP="005D37DE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F3ACF4C" wp14:editId="11E89CFE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3080D2" id="Oval 3" o:spid="_x0000_s1026" style="position:absolute;margin-left:158.55pt;margin-top:3.65pt;width:65.7pt;height:65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1E486E2" wp14:editId="675062BB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191770</wp:posOffset>
                      </wp:positionV>
                      <wp:extent cx="316230" cy="271145"/>
                      <wp:effectExtent l="0" t="0" r="13970" b="2095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6230" cy="2711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7FB295" id="Straight Connector 5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6pt,15.1pt" to="214.5pt,3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" strokecolor="black [3040]"/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65BAB4" wp14:editId="5494C8B6">
                      <wp:simplePos x="0" y="0"/>
                      <wp:positionH relativeFrom="column">
                        <wp:posOffset>2253571</wp:posOffset>
                      </wp:positionH>
                      <wp:positionV relativeFrom="paragraph">
                        <wp:posOffset>139065</wp:posOffset>
                      </wp:positionV>
                      <wp:extent cx="471170" cy="27559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21D447" w14:textId="4BBC8662" w:rsidR="002C5377" w:rsidRDefault="0099709D">
                                  <w:r>
                                    <w:t>5</w:t>
                                  </w:r>
                                  <w:r w:rsidR="002C5377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65BA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177.45pt;margin-top:10.95pt;width:37.1pt;height:21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" filled="f" stroked="f" strokeweight=".5pt">
                      <v:textbox>
                        <w:txbxContent>
                          <w:p w14:paraId="3B21D447" w14:textId="4BBC8662" w:rsidR="002C5377" w:rsidRDefault="0099709D">
                            <w:r>
                              <w:t>5</w:t>
                            </w:r>
                            <w:r w:rsidR="002C5377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5377" w:rsidRPr="006D5342">
              <w:rPr>
                <w:rFonts w:ascii="Century Gothic" w:hAnsi="Century Gothic"/>
              </w:rPr>
              <w:t xml:space="preserve">A circle has a </w:t>
            </w:r>
            <w:r w:rsidR="00E37898" w:rsidRPr="006D5342">
              <w:rPr>
                <w:rFonts w:ascii="Century Gothic" w:hAnsi="Century Gothic"/>
              </w:rPr>
              <w:t>radius</w:t>
            </w:r>
            <w:r w:rsidR="002C5377" w:rsidRPr="006D5342">
              <w:rPr>
                <w:rFonts w:ascii="Century Gothic" w:hAnsi="Century Gothic"/>
              </w:rPr>
              <w:t xml:space="preserve"> of </w:t>
            </w:r>
            <w:r w:rsidR="001B61DF">
              <w:rPr>
                <w:rFonts w:ascii="Century Gothic" w:hAnsi="Century Gothic"/>
              </w:rPr>
              <w:t>5</w:t>
            </w:r>
            <w:r w:rsidR="002C5377" w:rsidRPr="006D5342">
              <w:rPr>
                <w:rFonts w:ascii="Century Gothic" w:hAnsi="Century Gothic"/>
              </w:rPr>
              <w:t>cm.</w:t>
            </w:r>
          </w:p>
          <w:p w14:paraId="5155B1A5" w14:textId="49C7BA6C" w:rsidR="002C5377" w:rsidRPr="006D5342" w:rsidRDefault="002C5377" w:rsidP="002C5377">
            <w:pPr>
              <w:spacing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 xml:space="preserve">Work out its </w:t>
            </w:r>
            <w:r w:rsidR="00E37898" w:rsidRPr="006D5342">
              <w:rPr>
                <w:rFonts w:ascii="Century Gothic" w:hAnsi="Century Gothic"/>
              </w:rPr>
              <w:t>area</w:t>
            </w:r>
            <w:r w:rsidRPr="006D5342">
              <w:rPr>
                <w:rFonts w:ascii="Century Gothic" w:hAnsi="Century Gothic"/>
              </w:rPr>
              <w:t>.</w:t>
            </w:r>
          </w:p>
          <w:p w14:paraId="683B8A61" w14:textId="04ECA9DF" w:rsidR="000740DB" w:rsidRPr="006D5342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6D5342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1F0897F5" w14:textId="77777777" w:rsidR="00946174" w:rsidRPr="006D5342" w:rsidRDefault="00946174" w:rsidP="006D5342">
            <w:pPr>
              <w:spacing w:before="120" w:after="0"/>
              <w:rPr>
                <w:rFonts w:ascii="Century Gothic" w:hAnsi="Century Gothic" w:cs="Tahoma"/>
              </w:rPr>
            </w:pPr>
            <w:r w:rsidRPr="006D5342">
              <w:rPr>
                <w:rFonts w:ascii="Century Gothic" w:hAnsi="Century Gothic" w:cs="Tahoma"/>
              </w:rPr>
              <w:t>Complete the table for:</w:t>
            </w:r>
          </w:p>
          <w:p w14:paraId="33C5864A" w14:textId="69FDECFD" w:rsidR="00946174" w:rsidRPr="006D5342" w:rsidRDefault="00946174" w:rsidP="006D5342">
            <w:pPr>
              <w:spacing w:after="0"/>
              <w:jc w:val="center"/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+3</m:t>
                </m:r>
              </m:oMath>
            </m:oMathPara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575"/>
              <w:gridCol w:w="575"/>
              <w:gridCol w:w="575"/>
              <w:gridCol w:w="575"/>
              <w:gridCol w:w="575"/>
            </w:tblGrid>
            <w:tr w:rsidR="0014486D" w:rsidRPr="006D5342" w14:paraId="526A2975" w14:textId="77777777" w:rsidTr="00650E57">
              <w:tc>
                <w:tcPr>
                  <w:tcW w:w="574" w:type="dxa"/>
                </w:tcPr>
                <w:p w14:paraId="3BBDA70A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75BE0285" w14:textId="4EADF754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>
                    <w:rPr>
                      <w:rFonts w:ascii="Tahoma" w:eastAsiaTheme="minorEastAsia" w:hAnsi="Tahoma" w:cs="Tahoma"/>
                    </w:rPr>
                    <w:t>-3</w:t>
                  </w:r>
                </w:p>
              </w:tc>
              <w:tc>
                <w:tcPr>
                  <w:tcW w:w="575" w:type="dxa"/>
                </w:tcPr>
                <w:p w14:paraId="1573AAFF" w14:textId="7DFFAE04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>
                    <w:rPr>
                      <w:rFonts w:ascii="Tahoma" w:eastAsiaTheme="minorEastAsia" w:hAnsi="Tahoma" w:cs="Tahoma"/>
                    </w:rPr>
                    <w:t>-2</w:t>
                  </w:r>
                </w:p>
              </w:tc>
              <w:tc>
                <w:tcPr>
                  <w:tcW w:w="575" w:type="dxa"/>
                </w:tcPr>
                <w:p w14:paraId="1173A3B9" w14:textId="769AB66E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>
                    <w:rPr>
                      <w:rFonts w:ascii="Tahoma" w:eastAsiaTheme="minorEastAsia" w:hAnsi="Tahoma" w:cs="Tahoma"/>
                    </w:rPr>
                    <w:t>-1</w:t>
                  </w:r>
                </w:p>
              </w:tc>
              <w:tc>
                <w:tcPr>
                  <w:tcW w:w="575" w:type="dxa"/>
                </w:tcPr>
                <w:p w14:paraId="1C5CB4B2" w14:textId="773EAC9F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>
                    <w:rPr>
                      <w:rFonts w:ascii="Tahoma" w:eastAsiaTheme="minorEastAsia" w:hAnsi="Tahoma" w:cs="Tahoma"/>
                    </w:rPr>
                    <w:t>0</w:t>
                  </w:r>
                </w:p>
              </w:tc>
              <w:tc>
                <w:tcPr>
                  <w:tcW w:w="575" w:type="dxa"/>
                </w:tcPr>
                <w:p w14:paraId="2B8CC4E4" w14:textId="241ED635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>
                    <w:rPr>
                      <w:rFonts w:ascii="Tahoma" w:eastAsiaTheme="minorEastAsia" w:hAnsi="Tahoma" w:cs="Tahoma"/>
                    </w:rPr>
                    <w:t>1</w:t>
                  </w:r>
                </w:p>
              </w:tc>
            </w:tr>
            <w:tr w:rsidR="00946174" w:rsidRPr="006D5342" w14:paraId="1735790C" w14:textId="77777777" w:rsidTr="00650E57">
              <w:tc>
                <w:tcPr>
                  <w:tcW w:w="574" w:type="dxa"/>
                </w:tcPr>
                <w:p w14:paraId="4DC5440C" w14:textId="77777777" w:rsidR="00946174" w:rsidRPr="006D5342" w:rsidRDefault="00946174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23D05255" w14:textId="77777777" w:rsidR="00946174" w:rsidRPr="006D5342" w:rsidRDefault="00946174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09F355C8" w14:textId="77777777" w:rsidR="00946174" w:rsidRPr="006D5342" w:rsidRDefault="00946174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572E9765" w14:textId="77777777" w:rsidR="00946174" w:rsidRPr="006D5342" w:rsidRDefault="00946174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3172F14F" w14:textId="77777777" w:rsidR="00946174" w:rsidRPr="006D5342" w:rsidRDefault="00946174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21A02198" w14:textId="77777777" w:rsidR="00946174" w:rsidRPr="006D5342" w:rsidRDefault="00946174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</w:tbl>
          <w:p w14:paraId="4ACF45CD" w14:textId="40515396" w:rsidR="00946174" w:rsidRPr="006D5342" w:rsidRDefault="001B61DF" w:rsidP="006D5342">
            <w:pPr>
              <w:spacing w:after="0"/>
              <w:rPr>
                <w:rFonts w:ascii="Century Gothic" w:eastAsiaTheme="minorEastAsia" w:hAnsi="Century Gothic" w:cs="Tahom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    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</m:oMath>
            </m:oMathPara>
          </w:p>
          <w:p w14:paraId="35867634" w14:textId="0CB5A989" w:rsidR="00C6765F" w:rsidRPr="006D5342" w:rsidRDefault="00946174" w:rsidP="006D5342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eastAsiaTheme="minorEastAsia" w:hAnsi="Century Gothic" w:cs="Tahoma"/>
              </w:rPr>
              <w:t xml:space="preserve">  +3</w:t>
            </w:r>
          </w:p>
        </w:tc>
      </w:tr>
      <w:tr w:rsidR="00C6765F" w:rsidRPr="006D5342" w14:paraId="3A800F6F" w14:textId="77777777" w:rsidTr="0014486D">
        <w:trPr>
          <w:trHeight w:val="2403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A5CF7F1" w14:textId="77777777" w:rsidR="00C6765F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6D5342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E3AB4" w:rsidRPr="006D5342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6D5342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3C38362F" w:rsidR="00F51BC9" w:rsidRPr="006D5342" w:rsidRDefault="0014486D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6D5342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764BAC05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1081323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1BC9"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14C4D377" wp14:editId="5DF148BB">
                  <wp:extent cx="953782" cy="11715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782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08DDB367" w:rsidR="00525119" w:rsidRPr="006D5342" w:rsidRDefault="00525119" w:rsidP="00FB07D0">
      <w:pPr>
        <w:spacing w:after="120"/>
        <w:rPr>
          <w:rFonts w:ascii="Century Gothic" w:hAnsi="Century Gothic"/>
          <w:b/>
          <w:sz w:val="24"/>
        </w:rPr>
      </w:pPr>
      <w:r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/>
          <w:b/>
        </w:rPr>
        <w:t xml:space="preserve"> </w:t>
      </w:r>
      <w:r w:rsidR="0014486D">
        <w:rPr>
          <w:rFonts w:ascii="Century Gothic" w:hAnsi="Century Gothic"/>
          <w:b/>
        </w:rPr>
        <w:tab/>
      </w:r>
      <w:r w:rsidRPr="006D5342">
        <w:rPr>
          <w:rFonts w:ascii="Century Gothic" w:hAnsi="Century Gothic"/>
          <w:b/>
          <w:sz w:val="24"/>
        </w:rPr>
        <w:t xml:space="preserve">BBQ </w:t>
      </w:r>
      <w:r w:rsidR="00C6765F" w:rsidRPr="006D5342">
        <w:rPr>
          <w:rFonts w:ascii="Century Gothic" w:hAnsi="Century Gothic"/>
          <w:b/>
          <w:sz w:val="24"/>
        </w:rPr>
        <w:t>2</w:t>
      </w:r>
      <w:r w:rsidR="00D7350F" w:rsidRPr="006D5342">
        <w:rPr>
          <w:rFonts w:ascii="Century Gothic" w:hAnsi="Century Gothic"/>
          <w:b/>
          <w:sz w:val="24"/>
        </w:rPr>
        <w:t>3</w:t>
      </w:r>
      <w:r w:rsidR="00D51195" w:rsidRPr="006D5342">
        <w:rPr>
          <w:rFonts w:ascii="Century Gothic" w:hAnsi="Century Gothic"/>
          <w:b/>
          <w:sz w:val="24"/>
        </w:rPr>
        <w:t>.</w:t>
      </w:r>
      <w:r w:rsidR="0014486D">
        <w:rPr>
          <w:rFonts w:ascii="Century Gothic" w:hAnsi="Century Gothic"/>
          <w:b/>
          <w:sz w:val="24"/>
        </w:rPr>
        <w:t>2</w:t>
      </w:r>
      <w:r w:rsidRPr="006D5342">
        <w:rPr>
          <w:rFonts w:ascii="Century Gothic" w:hAnsi="Century Gothic"/>
          <w:b/>
          <w:sz w:val="24"/>
        </w:rPr>
        <w:t xml:space="preserve"> FOUNDATION</w:t>
      </w:r>
      <w:r w:rsidR="00EC4CCA" w:rsidRPr="006D5342">
        <w:rPr>
          <w:rFonts w:ascii="Century Gothic" w:hAnsi="Century Gothic"/>
          <w:b/>
          <w:sz w:val="24"/>
        </w:rPr>
        <w:tab/>
      </w:r>
      <w:r w:rsidR="00EC4CCA" w:rsidRPr="006D5342">
        <w:rPr>
          <w:rFonts w:ascii="Century Gothic" w:hAnsi="Century Gothic"/>
          <w:b/>
          <w:sz w:val="24"/>
        </w:rPr>
        <w:tab/>
      </w:r>
      <w:r w:rsidR="00EC4CCA" w:rsidRPr="006D5342">
        <w:rPr>
          <w:rFonts w:ascii="Century Gothic" w:hAnsi="Century Gothic"/>
          <w:b/>
          <w:sz w:val="24"/>
        </w:rPr>
        <w:tab/>
      </w:r>
      <w:r w:rsidR="00333535" w:rsidRPr="006D5342">
        <w:rPr>
          <w:rFonts w:ascii="Century Gothic" w:hAnsi="Century Gothic"/>
          <w:b/>
          <w:sz w:val="24"/>
        </w:rPr>
        <w:tab/>
      </w:r>
      <w:r w:rsidR="00333535" w:rsidRPr="006D5342">
        <w:rPr>
          <w:rFonts w:ascii="Century Gothic" w:hAnsi="Century Gothic"/>
          <w:b/>
          <w:sz w:val="24"/>
        </w:rPr>
        <w:tab/>
      </w:r>
    </w:p>
    <w:p w14:paraId="7C7196B9" w14:textId="49757958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3ABD05B4" w14:textId="77777777" w:rsidR="009A72D8" w:rsidRDefault="009A72D8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14486D" w:rsidRPr="006D5342" w14:paraId="4EA6740C" w14:textId="77777777" w:rsidTr="00650E57">
        <w:trPr>
          <w:trHeight w:val="1837"/>
        </w:trPr>
        <w:tc>
          <w:tcPr>
            <w:tcW w:w="421" w:type="dxa"/>
            <w:tcBorders>
              <w:right w:val="nil"/>
            </w:tcBorders>
          </w:tcPr>
          <w:p w14:paraId="104BFCA4" w14:textId="77777777" w:rsidR="0014486D" w:rsidRPr="006D5342" w:rsidRDefault="0014486D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1)</w:t>
            </w:r>
          </w:p>
        </w:tc>
        <w:tc>
          <w:tcPr>
            <w:tcW w:w="4677" w:type="dxa"/>
            <w:tcBorders>
              <w:left w:val="nil"/>
            </w:tcBorders>
          </w:tcPr>
          <w:p w14:paraId="4E27D36E" w14:textId="4DB39309" w:rsidR="0014486D" w:rsidRPr="006D5342" w:rsidRDefault="0014486D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 w:cs="Tahoma"/>
              </w:rPr>
              <w:t xml:space="preserve">Calculate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7</m:t>
                  </m:r>
                </m:den>
              </m:f>
            </m:oMath>
            <w:r w:rsidR="00493D95">
              <w:rPr>
                <w:rFonts w:ascii="Century Gothic" w:eastAsiaTheme="minorEastAsia" w:hAnsi="Century Gothic" w:cs="Tahoma"/>
              </w:rPr>
              <w:t xml:space="preserve"> of 210</w:t>
            </w:r>
          </w:p>
        </w:tc>
        <w:tc>
          <w:tcPr>
            <w:tcW w:w="426" w:type="dxa"/>
            <w:tcBorders>
              <w:right w:val="nil"/>
            </w:tcBorders>
          </w:tcPr>
          <w:p w14:paraId="68E6F11C" w14:textId="77777777" w:rsidR="0014486D" w:rsidRPr="006D5342" w:rsidRDefault="0014486D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7EBCAA51" w14:textId="77777777" w:rsidR="0014486D" w:rsidRPr="001A2B81" w:rsidRDefault="0014486D" w:rsidP="00650E57">
            <w:pPr>
              <w:spacing w:before="120" w:after="0"/>
              <w:rPr>
                <w:rFonts w:ascii="Century Gothic" w:hAnsi="Century Gothic" w:cs="Tahoma"/>
              </w:rPr>
            </w:pPr>
            <w:r w:rsidRPr="001A2B81">
              <w:rPr>
                <w:rFonts w:ascii="Century Gothic" w:hAnsi="Century Gothic" w:cs="Tahoma"/>
              </w:rPr>
              <w:t>A horse gallops 1</w:t>
            </w:r>
            <w:r>
              <w:rPr>
                <w:rFonts w:ascii="Century Gothic" w:hAnsi="Century Gothic" w:cs="Tahoma"/>
              </w:rPr>
              <w:t>5</w:t>
            </w:r>
            <w:r w:rsidRPr="001A2B81">
              <w:rPr>
                <w:rFonts w:ascii="Century Gothic" w:hAnsi="Century Gothic" w:cs="Tahoma"/>
              </w:rPr>
              <w:t>0km in 3</w:t>
            </w:r>
            <w:r>
              <w:rPr>
                <w:rFonts w:ascii="Century Gothic" w:hAnsi="Century Gothic" w:cs="Tahoma"/>
              </w:rPr>
              <w:t xml:space="preserve"> and a half</w:t>
            </w:r>
            <w:r w:rsidRPr="001A2B81">
              <w:rPr>
                <w:rFonts w:ascii="Century Gothic" w:hAnsi="Century Gothic" w:cs="Tahoma"/>
              </w:rPr>
              <w:t xml:space="preserve"> hours.  </w:t>
            </w:r>
          </w:p>
          <w:p w14:paraId="26DEDBE4" w14:textId="77777777" w:rsidR="0014486D" w:rsidRPr="006D5342" w:rsidRDefault="0014486D" w:rsidP="00650E57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1A2B81">
              <w:rPr>
                <w:rFonts w:ascii="Century Gothic" w:hAnsi="Century Gothic" w:cs="Tahoma"/>
              </w:rPr>
              <w:t>What speed does it travel at?</w:t>
            </w:r>
          </w:p>
        </w:tc>
      </w:tr>
      <w:tr w:rsidR="0014486D" w:rsidRPr="006D5342" w14:paraId="0C3F68AE" w14:textId="77777777" w:rsidTr="00650E57">
        <w:trPr>
          <w:trHeight w:val="2102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2BECF5E" w14:textId="77777777" w:rsidR="0014486D" w:rsidRPr="006D5342" w:rsidRDefault="0014486D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4D262F46" w14:textId="27516EB1" w:rsidR="0014486D" w:rsidRPr="006D5342" w:rsidRDefault="0014486D" w:rsidP="00650E57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4E994B3" wp14:editId="6FFA7D4D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62403BC" id="Oval 22" o:spid="_x0000_s1026" style="position:absolute;margin-left:158.55pt;margin-top:3.65pt;width:65.7pt;height:65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" fillcolor="white [3201]" strokecolor="black [3200]" strokeweight="2pt"/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A5F0D9" wp14:editId="3415BB08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191770</wp:posOffset>
                      </wp:positionV>
                      <wp:extent cx="316230" cy="271145"/>
                      <wp:effectExtent l="0" t="0" r="13970" b="20955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6230" cy="2711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6E0A8B" id="Straight Connector 23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6pt,15.1pt" to="214.5pt,3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" strokecolor="black [3040]"/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0B4E1AC" wp14:editId="76424D10">
                      <wp:simplePos x="0" y="0"/>
                      <wp:positionH relativeFrom="column">
                        <wp:posOffset>2253571</wp:posOffset>
                      </wp:positionH>
                      <wp:positionV relativeFrom="paragraph">
                        <wp:posOffset>139065</wp:posOffset>
                      </wp:positionV>
                      <wp:extent cx="471170" cy="275590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6FB3A8" w14:textId="77777777" w:rsidR="0014486D" w:rsidRDefault="0014486D" w:rsidP="0014486D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B4E1AC" id="Text Box 24" o:spid="_x0000_s1027" type="#_x0000_t202" style="position:absolute;margin-left:177.45pt;margin-top:10.95pt;width:37.1pt;height:21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" filled="f" stroked="f" strokeweight=".5pt">
                      <v:textbox>
                        <w:txbxContent>
                          <w:p w14:paraId="186FB3A8" w14:textId="77777777" w:rsidR="0014486D" w:rsidRDefault="0014486D" w:rsidP="0014486D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5342">
              <w:rPr>
                <w:rFonts w:ascii="Century Gothic" w:hAnsi="Century Gothic"/>
              </w:rPr>
              <w:t xml:space="preserve">A circle has a radius of </w:t>
            </w:r>
            <w:r w:rsidR="001B61DF">
              <w:rPr>
                <w:rFonts w:ascii="Century Gothic" w:hAnsi="Century Gothic"/>
              </w:rPr>
              <w:t>5</w:t>
            </w:r>
            <w:r w:rsidRPr="006D5342">
              <w:rPr>
                <w:rFonts w:ascii="Century Gothic" w:hAnsi="Century Gothic"/>
              </w:rPr>
              <w:t>cm.</w:t>
            </w:r>
          </w:p>
          <w:p w14:paraId="4CF0805F" w14:textId="77777777" w:rsidR="0014486D" w:rsidRPr="006D5342" w:rsidRDefault="0014486D" w:rsidP="00650E57">
            <w:pPr>
              <w:spacing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Work out its area.</w:t>
            </w:r>
          </w:p>
          <w:p w14:paraId="4179A496" w14:textId="77777777" w:rsidR="0014486D" w:rsidRPr="006D5342" w:rsidRDefault="0014486D" w:rsidP="00650E57">
            <w:pPr>
              <w:spacing w:before="120" w:after="0"/>
              <w:rPr>
                <w:rFonts w:ascii="Century Gothic" w:hAnsi="Century Gothic"/>
              </w:rPr>
            </w:pPr>
            <w:bookmarkStart w:id="0" w:name="_GoBack"/>
            <w:bookmarkEnd w:id="0"/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72ABF3CB" w14:textId="77777777" w:rsidR="0014486D" w:rsidRPr="006D5342" w:rsidRDefault="0014486D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49B4A2C3" w14:textId="77777777" w:rsidR="0014486D" w:rsidRPr="006D5342" w:rsidRDefault="0014486D" w:rsidP="00650E57">
            <w:pPr>
              <w:spacing w:before="120" w:after="0"/>
              <w:rPr>
                <w:rFonts w:ascii="Century Gothic" w:hAnsi="Century Gothic" w:cs="Tahoma"/>
              </w:rPr>
            </w:pPr>
            <w:r w:rsidRPr="006D5342">
              <w:rPr>
                <w:rFonts w:ascii="Century Gothic" w:hAnsi="Century Gothic" w:cs="Tahoma"/>
              </w:rPr>
              <w:t>Complete the table for:</w:t>
            </w:r>
          </w:p>
          <w:p w14:paraId="31D501F6" w14:textId="77777777" w:rsidR="0014486D" w:rsidRPr="006D5342" w:rsidRDefault="0014486D" w:rsidP="00650E57">
            <w:pPr>
              <w:spacing w:after="0"/>
              <w:jc w:val="center"/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+3</m:t>
                </m:r>
              </m:oMath>
            </m:oMathPara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575"/>
              <w:gridCol w:w="575"/>
              <w:gridCol w:w="575"/>
              <w:gridCol w:w="575"/>
              <w:gridCol w:w="575"/>
            </w:tblGrid>
            <w:tr w:rsidR="0014486D" w:rsidRPr="006D5342" w14:paraId="1FD51FD8" w14:textId="77777777" w:rsidTr="00650E57">
              <w:tc>
                <w:tcPr>
                  <w:tcW w:w="574" w:type="dxa"/>
                </w:tcPr>
                <w:p w14:paraId="53B8FC27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7AAE5070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>
                    <w:rPr>
                      <w:rFonts w:ascii="Tahoma" w:eastAsiaTheme="minorEastAsia" w:hAnsi="Tahoma" w:cs="Tahoma"/>
                    </w:rPr>
                    <w:t>-3</w:t>
                  </w:r>
                </w:p>
              </w:tc>
              <w:tc>
                <w:tcPr>
                  <w:tcW w:w="575" w:type="dxa"/>
                </w:tcPr>
                <w:p w14:paraId="0C50C496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>
                    <w:rPr>
                      <w:rFonts w:ascii="Tahoma" w:eastAsiaTheme="minorEastAsia" w:hAnsi="Tahoma" w:cs="Tahoma"/>
                    </w:rPr>
                    <w:t>-2</w:t>
                  </w:r>
                </w:p>
              </w:tc>
              <w:tc>
                <w:tcPr>
                  <w:tcW w:w="575" w:type="dxa"/>
                </w:tcPr>
                <w:p w14:paraId="1192778D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>
                    <w:rPr>
                      <w:rFonts w:ascii="Tahoma" w:eastAsiaTheme="minorEastAsia" w:hAnsi="Tahoma" w:cs="Tahoma"/>
                    </w:rPr>
                    <w:t>-1</w:t>
                  </w:r>
                </w:p>
              </w:tc>
              <w:tc>
                <w:tcPr>
                  <w:tcW w:w="575" w:type="dxa"/>
                </w:tcPr>
                <w:p w14:paraId="3B011385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>
                    <w:rPr>
                      <w:rFonts w:ascii="Tahoma" w:eastAsiaTheme="minorEastAsia" w:hAnsi="Tahoma" w:cs="Tahoma"/>
                    </w:rPr>
                    <w:t>0</w:t>
                  </w:r>
                </w:p>
              </w:tc>
              <w:tc>
                <w:tcPr>
                  <w:tcW w:w="575" w:type="dxa"/>
                </w:tcPr>
                <w:p w14:paraId="3356B11B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>
                    <w:rPr>
                      <w:rFonts w:ascii="Tahoma" w:eastAsiaTheme="minorEastAsia" w:hAnsi="Tahoma" w:cs="Tahoma"/>
                    </w:rPr>
                    <w:t>1</w:t>
                  </w:r>
                </w:p>
              </w:tc>
            </w:tr>
            <w:tr w:rsidR="0014486D" w:rsidRPr="006D5342" w14:paraId="11B0037A" w14:textId="77777777" w:rsidTr="00650E57">
              <w:tc>
                <w:tcPr>
                  <w:tcW w:w="574" w:type="dxa"/>
                </w:tcPr>
                <w:p w14:paraId="4E335C70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236E0CA8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4FE845F3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1CD0489B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7D7E272A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575" w:type="dxa"/>
                </w:tcPr>
                <w:p w14:paraId="6BB173AF" w14:textId="77777777" w:rsidR="0014486D" w:rsidRPr="006D5342" w:rsidRDefault="0014486D" w:rsidP="001B61DF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</w:tbl>
          <w:p w14:paraId="28821F63" w14:textId="77777777" w:rsidR="0014486D" w:rsidRPr="006D5342" w:rsidRDefault="001B61DF" w:rsidP="00650E57">
            <w:pPr>
              <w:spacing w:after="0"/>
              <w:rPr>
                <w:rFonts w:ascii="Century Gothic" w:eastAsiaTheme="minorEastAsia" w:hAnsi="Century Gothic" w:cs="Tahom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    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</m:oMath>
            </m:oMathPara>
          </w:p>
          <w:p w14:paraId="22FAD80E" w14:textId="77777777" w:rsidR="0014486D" w:rsidRPr="006D5342" w:rsidRDefault="0014486D" w:rsidP="00650E57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eastAsiaTheme="minorEastAsia" w:hAnsi="Century Gothic" w:cs="Tahoma"/>
              </w:rPr>
              <w:t xml:space="preserve">  +3</w:t>
            </w:r>
          </w:p>
        </w:tc>
      </w:tr>
      <w:tr w:rsidR="0014486D" w:rsidRPr="006D5342" w14:paraId="696997FC" w14:textId="77777777" w:rsidTr="00650E57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779F9BA5" w14:textId="77777777" w:rsidR="0014486D" w:rsidRPr="006D5342" w:rsidRDefault="0014486D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123113C" w14:textId="77777777" w:rsidR="0014486D" w:rsidRDefault="0014486D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6D5342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79591438" w14:textId="518B7908" w:rsidR="0014486D" w:rsidRPr="006D5342" w:rsidRDefault="0014486D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689346E3" wp14:editId="4AEB6DAC">
                  <wp:extent cx="953782" cy="117157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782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4D54EC" w14:textId="42B3A949" w:rsidR="000A63AF" w:rsidRPr="0014486D" w:rsidRDefault="0014486D" w:rsidP="0014486D">
      <w:pPr>
        <w:spacing w:after="120"/>
        <w:rPr>
          <w:rFonts w:ascii="Century Gothic" w:hAnsi="Century Gothic"/>
          <w:b/>
          <w:sz w:val="24"/>
        </w:rPr>
      </w:pPr>
      <w:r w:rsidRPr="006D5342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021DCA18" wp14:editId="406F7BBB">
            <wp:simplePos x="0" y="0"/>
            <wp:positionH relativeFrom="column">
              <wp:posOffset>6054090</wp:posOffset>
            </wp:positionH>
            <wp:positionV relativeFrom="paragraph">
              <wp:posOffset>4221480</wp:posOffset>
            </wp:positionV>
            <wp:extent cx="572135" cy="401320"/>
            <wp:effectExtent l="0" t="0" r="0" b="508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3056" behindDoc="0" locked="0" layoutInCell="1" allowOverlap="1" wp14:anchorId="3B5CE85A" wp14:editId="764AA234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7" name="Picture 2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2032" behindDoc="0" locked="0" layoutInCell="1" allowOverlap="1" wp14:anchorId="283D991B" wp14:editId="5E27702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8" name="Picture 2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ab/>
      </w:r>
      <w:r w:rsidRPr="006D5342">
        <w:rPr>
          <w:rFonts w:ascii="Century Gothic" w:hAnsi="Century Gothic"/>
          <w:b/>
          <w:sz w:val="24"/>
        </w:rPr>
        <w:t>BBQ 23.</w:t>
      </w:r>
      <w:r>
        <w:rPr>
          <w:rFonts w:ascii="Century Gothic" w:hAnsi="Century Gothic"/>
          <w:b/>
          <w:sz w:val="24"/>
        </w:rPr>
        <w:t>2</w:t>
      </w:r>
      <w:r w:rsidRPr="006D5342">
        <w:rPr>
          <w:rFonts w:ascii="Century Gothic" w:hAnsi="Century Gothic"/>
          <w:b/>
          <w:sz w:val="24"/>
        </w:rPr>
        <w:t xml:space="preserve"> FOUNDATION</w:t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</w:p>
    <w:p w14:paraId="10BFCF5C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740DB"/>
    <w:rsid w:val="000A43CA"/>
    <w:rsid w:val="000A5111"/>
    <w:rsid w:val="000A63AF"/>
    <w:rsid w:val="000E3AB4"/>
    <w:rsid w:val="00105331"/>
    <w:rsid w:val="00125C71"/>
    <w:rsid w:val="0014486D"/>
    <w:rsid w:val="001826A9"/>
    <w:rsid w:val="001A2B81"/>
    <w:rsid w:val="001B61DF"/>
    <w:rsid w:val="0020147F"/>
    <w:rsid w:val="00213C21"/>
    <w:rsid w:val="002A3B06"/>
    <w:rsid w:val="002C5377"/>
    <w:rsid w:val="002D5D86"/>
    <w:rsid w:val="00333535"/>
    <w:rsid w:val="003F51D8"/>
    <w:rsid w:val="004008D8"/>
    <w:rsid w:val="004802D4"/>
    <w:rsid w:val="00493D95"/>
    <w:rsid w:val="00493EE3"/>
    <w:rsid w:val="0050136B"/>
    <w:rsid w:val="00505FC9"/>
    <w:rsid w:val="00525119"/>
    <w:rsid w:val="00574000"/>
    <w:rsid w:val="005D37DE"/>
    <w:rsid w:val="0064471D"/>
    <w:rsid w:val="00666CDC"/>
    <w:rsid w:val="006D5342"/>
    <w:rsid w:val="00705472"/>
    <w:rsid w:val="007B4226"/>
    <w:rsid w:val="007E2C1A"/>
    <w:rsid w:val="008E65F8"/>
    <w:rsid w:val="0090117B"/>
    <w:rsid w:val="0090585D"/>
    <w:rsid w:val="00946174"/>
    <w:rsid w:val="0099142F"/>
    <w:rsid w:val="0099709D"/>
    <w:rsid w:val="009A72D8"/>
    <w:rsid w:val="009C20E4"/>
    <w:rsid w:val="009F6C6A"/>
    <w:rsid w:val="00AD3C1A"/>
    <w:rsid w:val="00B40DC9"/>
    <w:rsid w:val="00B6291F"/>
    <w:rsid w:val="00BE7AC9"/>
    <w:rsid w:val="00C240D5"/>
    <w:rsid w:val="00C41860"/>
    <w:rsid w:val="00C6765F"/>
    <w:rsid w:val="00D51195"/>
    <w:rsid w:val="00D723BE"/>
    <w:rsid w:val="00D7350F"/>
    <w:rsid w:val="00DB511B"/>
    <w:rsid w:val="00DE02E1"/>
    <w:rsid w:val="00E20822"/>
    <w:rsid w:val="00E37898"/>
    <w:rsid w:val="00E54E19"/>
    <w:rsid w:val="00E7749A"/>
    <w:rsid w:val="00EA0CA1"/>
    <w:rsid w:val="00EC4CCA"/>
    <w:rsid w:val="00EC65FE"/>
    <w:rsid w:val="00F04FE3"/>
    <w:rsid w:val="00F51BC9"/>
    <w:rsid w:val="00FB07D0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3</TotalTime>
  <Pages>2</Pages>
  <Words>126</Words>
  <Characters>493</Characters>
  <Application>Microsoft Office Word</Application>
  <DocSecurity>0</DocSecurity>
  <Lines>246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cp:lastPrinted>2019-03-18T18:19:00Z</cp:lastPrinted>
  <dcterms:created xsi:type="dcterms:W3CDTF">2019-03-18T18:13:00Z</dcterms:created>
  <dcterms:modified xsi:type="dcterms:W3CDTF">2019-03-18T18:19:00Z</dcterms:modified>
</cp:coreProperties>
</file>